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2AB7DDAF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46637">
        <w:rPr>
          <w:rFonts w:ascii="Verdana" w:eastAsia="Verdana" w:hAnsi="Verdana" w:cs="Times New Roman"/>
          <w:b/>
        </w:rPr>
        <w:t>8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9503C8">
        <w:rPr>
          <w:rFonts w:ascii="Verdana" w:eastAsia="Verdana" w:hAnsi="Verdana" w:cs="Times New Roman"/>
          <w:b/>
        </w:rPr>
        <w:t>WYKAZ OSÓB</w:t>
      </w:r>
      <w:r w:rsidR="00400784">
        <w:rPr>
          <w:rFonts w:ascii="Verdana" w:eastAsia="Verdana" w:hAnsi="Verdana" w:cs="Times New Roman"/>
          <w:b/>
        </w:rPr>
        <w:t xml:space="preserve"> 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45538AD1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CF07AF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C405005" w:rsidR="00381365" w:rsidRPr="00381365" w:rsidRDefault="009503C8" w:rsidP="009503C8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OSÓB</w:t>
      </w:r>
    </w:p>
    <w:p w14:paraId="45E0F981" w14:textId="13446FAC" w:rsidR="00A62B4C" w:rsidRDefault="00A62B4C" w:rsidP="00A62B4C">
      <w:pPr>
        <w:rPr>
          <w:rFonts w:ascii="Verdana" w:eastAsia="Verdana" w:hAnsi="Verdana" w:cs="Times New Roman"/>
        </w:rPr>
      </w:pPr>
    </w:p>
    <w:p w14:paraId="034AB2CB" w14:textId="54A5577D" w:rsidR="0045656E" w:rsidRPr="0045656E" w:rsidRDefault="00DD3B0E" w:rsidP="0045656E">
      <w:pPr>
        <w:jc w:val="both"/>
        <w:rPr>
          <w:rFonts w:cstheme="minorHAnsi"/>
        </w:rPr>
      </w:pPr>
      <w:r w:rsidRPr="00DD3B0E">
        <w:rPr>
          <w:rFonts w:cstheme="minorHAnsi"/>
        </w:rPr>
        <w:t xml:space="preserve">Składając Ofertę w postępowaniu zakupowym nr </w:t>
      </w:r>
      <w:r w:rsidR="0081758B" w:rsidRPr="0081758B">
        <w:rPr>
          <w:rFonts w:cstheme="minorHAnsi"/>
          <w:b/>
        </w:rPr>
        <w:t>POST/DYS/OB/GZA/</w:t>
      </w:r>
      <w:r w:rsidR="00C2324D">
        <w:rPr>
          <w:rFonts w:cstheme="minorHAnsi"/>
          <w:b/>
        </w:rPr>
        <w:t>02739</w:t>
      </w:r>
      <w:r w:rsidR="0081758B" w:rsidRPr="0081758B">
        <w:rPr>
          <w:rFonts w:cstheme="minorHAnsi"/>
          <w:b/>
        </w:rPr>
        <w:t>/2025</w:t>
      </w:r>
      <w:r w:rsidR="00202BC1">
        <w:rPr>
          <w:rFonts w:cstheme="minorHAnsi"/>
          <w:b/>
        </w:rPr>
        <w:t xml:space="preserve"> </w:t>
      </w:r>
      <w:r w:rsidRPr="00DD3B0E">
        <w:rPr>
          <w:rFonts w:cstheme="minorHAnsi"/>
        </w:rPr>
        <w:t xml:space="preserve">prowadzonym w trybie przetargu nieograniczonego pn. </w:t>
      </w:r>
      <w:r w:rsidR="00C2324D" w:rsidRPr="00C2324D">
        <w:rPr>
          <w:rFonts w:cstheme="minorHAnsi"/>
          <w:b/>
          <w:i/>
        </w:rPr>
        <w:t>Opracowanie projektów budowlano-wykonawczych budowy sieci elektroenergetycznej SN na terenie działalności Rejonu Energetycznego Białystok Teren PGE</w:t>
      </w:r>
      <w:r w:rsidR="00C2324D">
        <w:rPr>
          <w:rFonts w:cstheme="minorHAnsi"/>
          <w:b/>
          <w:i/>
        </w:rPr>
        <w:t> </w:t>
      </w:r>
      <w:r w:rsidR="00C2324D" w:rsidRPr="00C2324D">
        <w:rPr>
          <w:rFonts w:cstheme="minorHAnsi"/>
          <w:b/>
          <w:i/>
        </w:rPr>
        <w:t xml:space="preserve"> Dystrybucja S.A. Oddział Białystok – 5 części</w:t>
      </w:r>
      <w:r w:rsidRPr="00DD3B0E">
        <w:rPr>
          <w:rFonts w:cstheme="minorHAnsi"/>
        </w:rPr>
        <w:t>, oświadczamy, że dysponujemy następującymi osobami zdolnymi do realizacji zadania zdolnymi do wykonana przedmiotu Zakupu:</w:t>
      </w:r>
      <w:r w:rsidR="00C2324D">
        <w:rPr>
          <w:rFonts w:cstheme="minorHAnsi"/>
        </w:rPr>
        <w:t xml:space="preserve"> </w:t>
      </w:r>
    </w:p>
    <w:p w14:paraId="63B9DA27" w14:textId="77777777" w:rsidR="0045656E" w:rsidRPr="0045656E" w:rsidRDefault="0045656E" w:rsidP="0045656E">
      <w:pPr>
        <w:rPr>
          <w:rFonts w:cstheme="minorHAnsi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3"/>
        <w:gridCol w:w="2410"/>
        <w:gridCol w:w="2835"/>
      </w:tblGrid>
      <w:tr w:rsidR="00DD3B0E" w:rsidRPr="000855FF" w14:paraId="36E1DBCD" w14:textId="77777777" w:rsidTr="00DD3B0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0C920F2" w14:textId="77777777" w:rsidR="00DD3B0E" w:rsidRPr="002F4B1B" w:rsidRDefault="00DD3B0E" w:rsidP="00DD3B0E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F01BDF9" w14:textId="77777777" w:rsidR="00DD3B0E" w:rsidRPr="002F4B1B" w:rsidRDefault="00DD3B0E" w:rsidP="00DD3B0E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0E20667" w14:textId="77777777" w:rsidR="00DD3B0E" w:rsidRPr="002F4B1B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A1C4427" w14:textId="77777777" w:rsidR="00DD3B0E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296F88DA" w14:textId="77777777" w:rsidR="00DD3B0E" w:rsidRPr="002F4B1B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DD3B0E" w:rsidRPr="000855FF" w14:paraId="2CAB2B17" w14:textId="77777777" w:rsidTr="00DD3B0E">
        <w:trPr>
          <w:trHeight w:val="68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BA21B1" w14:textId="1913A127" w:rsidR="00DD3B0E" w:rsidRPr="000855FF" w:rsidRDefault="00C2324D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C2324D">
              <w:rPr>
                <w:rFonts w:cstheme="minorHAnsi"/>
                <w:b/>
                <w:sz w:val="14"/>
                <w:lang w:eastAsia="pl-PL"/>
              </w:rPr>
              <w:t>co najmniej jedną osobą posiadającą uprawnienia do projektowania bez ograniczeń w specjalności instalacyjnej w</w:t>
            </w:r>
            <w:r>
              <w:rPr>
                <w:rFonts w:cstheme="minorHAnsi"/>
                <w:b/>
                <w:sz w:val="14"/>
                <w:lang w:eastAsia="pl-PL"/>
              </w:rPr>
              <w:t> </w:t>
            </w:r>
            <w:bookmarkStart w:id="6" w:name="_GoBack"/>
            <w:bookmarkEnd w:id="6"/>
            <w:r w:rsidRPr="00C2324D">
              <w:rPr>
                <w:rFonts w:cstheme="minorHAnsi"/>
                <w:b/>
                <w:sz w:val="14"/>
                <w:lang w:eastAsia="pl-PL"/>
              </w:rPr>
              <w:t xml:space="preserve"> zakresie sieci, instalacji i urządzeń elektrycznych i elektroenergetycznych, posiadającą aktualny wpis do Polskiej Izby Inżynierów Budownictwa</w:t>
            </w:r>
          </w:p>
        </w:tc>
      </w:tr>
      <w:tr w:rsidR="00DD3B0E" w:rsidRPr="000855FF" w14:paraId="180909E8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D624" w14:textId="77777777" w:rsidR="00DD3B0E" w:rsidRPr="000855FF" w:rsidRDefault="00DD3B0E" w:rsidP="00DD3B0E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F32D" w14:textId="77777777" w:rsidR="00DD3B0E" w:rsidRPr="000855FF" w:rsidRDefault="00DD3B0E" w:rsidP="00DD3B0E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E5DA" w14:textId="77777777" w:rsidR="00DD3B0E" w:rsidRPr="000855FF" w:rsidRDefault="00DD3B0E" w:rsidP="00DD3B0E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DA99" w14:textId="77777777" w:rsidR="00DD3B0E" w:rsidRPr="000855FF" w:rsidRDefault="00DD3B0E" w:rsidP="00DD3B0E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DD3B0E" w:rsidRPr="000855FF" w14:paraId="601FAD68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D975" w14:textId="77777777" w:rsidR="00DD3B0E" w:rsidRPr="000855FF" w:rsidRDefault="00DD3B0E" w:rsidP="00DD3B0E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1E9E" w14:textId="77777777" w:rsidR="00DD3B0E" w:rsidRPr="000855FF" w:rsidRDefault="00DD3B0E" w:rsidP="00DD3B0E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6751" w14:textId="77777777" w:rsidR="00DD3B0E" w:rsidRPr="000855FF" w:rsidRDefault="00DD3B0E" w:rsidP="00DD3B0E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790D" w14:textId="77777777" w:rsidR="00DD3B0E" w:rsidRPr="000855FF" w:rsidRDefault="00DD3B0E" w:rsidP="00DD3B0E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DD3B0E" w:rsidRPr="000855FF" w14:paraId="3953997C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45C6" w14:textId="77777777" w:rsidR="00DD3B0E" w:rsidRPr="000855FF" w:rsidRDefault="00DD3B0E" w:rsidP="00DD3B0E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925A" w14:textId="77777777" w:rsidR="00DD3B0E" w:rsidRPr="000855FF" w:rsidRDefault="00DD3B0E" w:rsidP="00DD3B0E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3CDE" w14:textId="77777777" w:rsidR="00DD3B0E" w:rsidRPr="000855FF" w:rsidRDefault="00DD3B0E" w:rsidP="00DD3B0E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F700" w14:textId="77777777" w:rsidR="00DD3B0E" w:rsidRPr="000855FF" w:rsidRDefault="00DD3B0E" w:rsidP="00DD3B0E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83EB6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24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F373037" w:rsidR="00347E8D" w:rsidRPr="006B2C28" w:rsidRDefault="00202BC1" w:rsidP="00C2324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02BC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</w:t>
          </w:r>
          <w:r w:rsidR="00C2324D">
            <w:rPr>
              <w:rFonts w:asciiTheme="majorHAnsi" w:hAnsiTheme="majorHAnsi"/>
              <w:color w:val="000000" w:themeColor="text1"/>
              <w:sz w:val="14"/>
              <w:szCs w:val="18"/>
            </w:rPr>
            <w:t>02739</w:t>
          </w:r>
          <w:r w:rsidRPr="00202BC1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5483F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BC1"/>
    <w:rsid w:val="002067F1"/>
    <w:rsid w:val="00220860"/>
    <w:rsid w:val="00224257"/>
    <w:rsid w:val="002402D4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472A"/>
    <w:rsid w:val="004128FF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AA2"/>
    <w:rsid w:val="00623B01"/>
    <w:rsid w:val="00625BB0"/>
    <w:rsid w:val="006261BB"/>
    <w:rsid w:val="00646637"/>
    <w:rsid w:val="0065322E"/>
    <w:rsid w:val="0065531D"/>
    <w:rsid w:val="00655DA8"/>
    <w:rsid w:val="00656960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1758B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24D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07AF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0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44F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02739 Zał. 8 do SWZ - Wykaz osób.docx</dmsv2BaseFileName>
    <dmsv2BaseDisplayName xmlns="http://schemas.microsoft.com/sharepoint/v3">02739 Zał. 8 do SWZ - Wykaz osób</dmsv2BaseDisplayName>
    <dmsv2SWPP2ObjectNumber xmlns="http://schemas.microsoft.com/sharepoint/v3">POST/DYS/OB/GZA/02739/2025                        </dmsv2SWPP2ObjectNumber>
    <dmsv2SWPP2SumMD5 xmlns="http://schemas.microsoft.com/sharepoint/v3">7aa78b221e929e8dd24f45ffa12f8d2a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687871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23012822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VMUH7Q3WANFY-182812031-539</_dlc_DocId>
    <_dlc_DocIdUrl xmlns="a19cb1c7-c5c7-46d4-85ae-d83685407bba">
      <Url>https://swpp2.dms.gkpge.pl/sites/39/_layouts/15/DocIdRedir.aspx?ID=VMUH7Q3WANFY-182812031-539</Url>
      <Description>VMUH7Q3WANFY-182812031-539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CD75BEF2FDFE4D8522A068BEE53F35" ma:contentTypeVersion="0" ma:contentTypeDescription="SWPP2 Dokument bazowy" ma:contentTypeScope="" ma:versionID="92b66a4763a136399022a1e70657f18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00DE47-CBC9-4823-B34D-4B1CE382F938}"/>
</file>

<file path=customXml/itemProps4.xml><?xml version="1.0" encoding="utf-8"?>
<ds:datastoreItem xmlns:ds="http://schemas.openxmlformats.org/officeDocument/2006/customXml" ds:itemID="{3E66351A-106A-4BD9-AF56-2A999E7BD9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FA53C2A-EE99-4213-BC76-0E9153B151B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11</cp:revision>
  <cp:lastPrinted>2024-07-15T11:21:00Z</cp:lastPrinted>
  <dcterms:created xsi:type="dcterms:W3CDTF">2025-04-29T11:49:00Z</dcterms:created>
  <dcterms:modified xsi:type="dcterms:W3CDTF">2025-07-23T06:02:00Z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0x01018910006FCD75BEF2FDFE4D8522A068BEE53F35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a20c1dcf-ddb5-45fc-baf9-5f84d0fa61a9</vt:lpwstr>
  </property>
</Properties>
</file>